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0F97C4DF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</w:r>
      <w:r w:rsidR="0078324F">
        <w:rPr>
          <w:sz w:val="24"/>
        </w:rPr>
        <w:tab/>
      </w:r>
      <w:r w:rsidR="0078324F">
        <w:rPr>
          <w:sz w:val="24"/>
        </w:rPr>
        <w:tab/>
      </w:r>
      <w:r w:rsidR="0078324F">
        <w:rPr>
          <w:sz w:val="24"/>
        </w:rPr>
        <w:tab/>
      </w:r>
      <w:r w:rsidR="0078324F">
        <w:rPr>
          <w:sz w:val="24"/>
        </w:rPr>
        <w:tab/>
      </w:r>
      <w:r w:rsidRPr="00FB436C">
        <w:rPr>
          <w:sz w:val="24"/>
        </w:rPr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45C70E1A" w14:textId="56A66C5C" w:rsidR="005F01A7" w:rsidRPr="001356E5" w:rsidRDefault="00FB436C" w:rsidP="001356E5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302F87">
        <w:rPr>
          <w:b/>
          <w:sz w:val="28"/>
        </w:rPr>
        <w:t>3</w:t>
      </w:r>
      <w:r w:rsidRPr="00FB436C">
        <w:rPr>
          <w:b/>
          <w:sz w:val="28"/>
        </w:rPr>
        <w:t xml:space="preserve"> – Unité </w:t>
      </w:r>
      <w:r w:rsidR="005856C2">
        <w:rPr>
          <w:b/>
          <w:sz w:val="28"/>
        </w:rPr>
        <w:t>2</w:t>
      </w:r>
      <w:r w:rsidR="001356E5">
        <w:rPr>
          <w:b/>
          <w:sz w:val="28"/>
        </w:rPr>
        <w:tab/>
      </w:r>
      <w:r w:rsidR="001356E5">
        <w:rPr>
          <w:b/>
          <w:sz w:val="28"/>
        </w:rPr>
        <w:tab/>
      </w:r>
      <w:r w:rsidR="001356E5">
        <w:rPr>
          <w:b/>
          <w:sz w:val="28"/>
        </w:rPr>
        <w:tab/>
      </w:r>
      <w:r w:rsidR="00302F87">
        <w:rPr>
          <w:b/>
          <w:sz w:val="28"/>
        </w:rPr>
        <w:t>Les aliments</w:t>
      </w:r>
      <w:r w:rsidR="001356E5">
        <w:rPr>
          <w:b/>
          <w:sz w:val="28"/>
        </w:rPr>
        <w:tab/>
      </w:r>
      <w:r w:rsidR="001356E5">
        <w:rPr>
          <w:b/>
          <w:sz w:val="28"/>
        </w:rPr>
        <w:tab/>
      </w:r>
      <w:r w:rsidR="001356E5">
        <w:rPr>
          <w:b/>
          <w:sz w:val="28"/>
        </w:rPr>
        <w:tab/>
      </w:r>
      <w:r w:rsidR="001356E5">
        <w:rPr>
          <w:b/>
          <w:sz w:val="28"/>
        </w:rPr>
        <w:tab/>
      </w:r>
      <w:r w:rsidR="001356E5">
        <w:rPr>
          <w:b/>
          <w:sz w:val="28"/>
        </w:rPr>
        <w:tab/>
      </w:r>
      <w:r w:rsidR="0078324F">
        <w:rPr>
          <w:b/>
          <w:i/>
          <w:sz w:val="28"/>
        </w:rPr>
        <w:t>À table !</w:t>
      </w:r>
    </w:p>
    <w:p w14:paraId="454169CD" w14:textId="2EEE870E" w:rsidR="00CE089E" w:rsidRPr="00B526C0" w:rsidRDefault="005F01A7" w:rsidP="00F46A9D">
      <w:pPr>
        <w:spacing w:after="0" w:line="240" w:lineRule="auto"/>
        <w:rPr>
          <w:b/>
        </w:rPr>
      </w:pPr>
      <w:r w:rsidRPr="00B526C0">
        <w:rPr>
          <w:b/>
        </w:rPr>
        <w:t>Contexte :</w:t>
      </w:r>
    </w:p>
    <w:p w14:paraId="553BE4CA" w14:textId="4D13EBE2" w:rsidR="00F258D6" w:rsidRPr="00B526C0" w:rsidRDefault="00861740" w:rsidP="00F46A9D">
      <w:pPr>
        <w:spacing w:after="0" w:line="240" w:lineRule="auto"/>
      </w:pPr>
      <w:r w:rsidRPr="00B526C0">
        <w:t xml:space="preserve">Votre ami francophone vous a invité </w:t>
      </w:r>
      <w:r w:rsidR="00157057" w:rsidRPr="00B526C0">
        <w:t>à</w:t>
      </w:r>
      <w:r w:rsidRPr="00B526C0">
        <w:t xml:space="preserve"> dîner chez lui ce dimanche pour un repas traditionnel français. </w:t>
      </w:r>
      <w:r w:rsidR="00157057" w:rsidRPr="00B526C0">
        <w:t>Parce que le dîner va être assez formel</w:t>
      </w:r>
      <w:r w:rsidR="00826D64" w:rsidRPr="00B526C0">
        <w:t>, vous recherchez le vocabulaire des couverts et comment la table est dressée.</w:t>
      </w:r>
    </w:p>
    <w:p w14:paraId="78108E79" w14:textId="77777777" w:rsidR="00F46A9D" w:rsidRPr="00B526C0" w:rsidRDefault="00F46A9D" w:rsidP="00F46A9D">
      <w:pPr>
        <w:spacing w:after="0" w:line="240" w:lineRule="auto"/>
        <w:rPr>
          <w:b/>
        </w:rPr>
      </w:pPr>
    </w:p>
    <w:p w14:paraId="00113AAE" w14:textId="3DA264B8" w:rsidR="005F01A7" w:rsidRPr="00B526C0" w:rsidRDefault="005F01A7" w:rsidP="00F46A9D">
      <w:pPr>
        <w:spacing w:after="0" w:line="240" w:lineRule="auto"/>
      </w:pPr>
      <w:r w:rsidRPr="00B526C0">
        <w:rPr>
          <w:b/>
        </w:rPr>
        <w:t xml:space="preserve">Tâche : </w:t>
      </w:r>
      <w:r w:rsidR="00826D64" w:rsidRPr="00B526C0">
        <w:t xml:space="preserve">Faire des </w:t>
      </w:r>
      <w:r w:rsidR="00277601" w:rsidRPr="00B526C0">
        <w:t>observations de l’illustration ci-dessous</w:t>
      </w:r>
    </w:p>
    <w:p w14:paraId="55AE6CAE" w14:textId="2402E96A" w:rsidR="0068787C" w:rsidRDefault="0068787C">
      <w:pPr>
        <w:rPr>
          <w:b/>
          <w:sz w:val="24"/>
        </w:rPr>
      </w:pPr>
      <w:r>
        <w:rPr>
          <w:b/>
          <w:noProof/>
          <w:sz w:val="24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823FE5D" wp14:editId="76B2EAB3">
            <wp:simplePos x="0" y="0"/>
            <wp:positionH relativeFrom="column">
              <wp:posOffset>908050</wp:posOffset>
            </wp:positionH>
            <wp:positionV relativeFrom="paragraph">
              <wp:posOffset>75565</wp:posOffset>
            </wp:positionV>
            <wp:extent cx="6943090" cy="5215255"/>
            <wp:effectExtent l="0" t="0" r="0" b="0"/>
            <wp:wrapSquare wrapText="bothSides"/>
            <wp:docPr id="1" name="Picture 1" descr="Macintosh HD:private:var:folders:90:_0c7yqm95lsg41kw452r7yvm0000gr:T:TemporaryItems:table-a-la-franca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90:_0c7yqm95lsg41kw452r7yvm0000gr:T:TemporaryItems:table-a-la-francais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090" cy="521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</w:rPr>
        <w:br w:type="page"/>
      </w:r>
    </w:p>
    <w:p w14:paraId="1F8C363E" w14:textId="1ED4AAE0" w:rsidR="0068787C" w:rsidRDefault="006F4D8A">
      <w:pPr>
        <w:rPr>
          <w:b/>
          <w:sz w:val="28"/>
        </w:rPr>
      </w:pPr>
      <w:r w:rsidRPr="006F4D8A">
        <w:rPr>
          <w:b/>
          <w:sz w:val="28"/>
        </w:rPr>
        <w:lastRenderedPageBreak/>
        <w:t>Vocabulaire de la table :</w:t>
      </w:r>
    </w:p>
    <w:p w14:paraId="69F6782B" w14:textId="51116552" w:rsidR="006F4D8A" w:rsidRPr="006F4D8A" w:rsidRDefault="006F4D8A">
      <w:pPr>
        <w:rPr>
          <w:sz w:val="24"/>
        </w:rPr>
      </w:pPr>
      <w:r>
        <w:rPr>
          <w:sz w:val="24"/>
        </w:rPr>
        <w:t xml:space="preserve">1. ____________________________ : a </w:t>
      </w:r>
      <w:proofErr w:type="spellStart"/>
      <w:r>
        <w:rPr>
          <w:sz w:val="24"/>
        </w:rPr>
        <w:t>fork</w:t>
      </w:r>
      <w:proofErr w:type="spellEnd"/>
    </w:p>
    <w:p w14:paraId="7C880CFF" w14:textId="3F4BF350" w:rsidR="006F4D8A" w:rsidRDefault="006F4D8A" w:rsidP="006F4D8A">
      <w:pPr>
        <w:rPr>
          <w:sz w:val="24"/>
        </w:rPr>
      </w:pPr>
      <w:r>
        <w:rPr>
          <w:sz w:val="24"/>
        </w:rPr>
        <w:t xml:space="preserve">2. ____________________________ : a </w:t>
      </w:r>
      <w:proofErr w:type="spellStart"/>
      <w:r>
        <w:rPr>
          <w:sz w:val="24"/>
        </w:rPr>
        <w:t>knive</w:t>
      </w:r>
      <w:proofErr w:type="spellEnd"/>
    </w:p>
    <w:p w14:paraId="5E63C1E3" w14:textId="6C98EEEC" w:rsidR="0051715B" w:rsidRDefault="006F4D8A" w:rsidP="006F4D8A">
      <w:pPr>
        <w:rPr>
          <w:sz w:val="24"/>
        </w:rPr>
      </w:pPr>
      <w:r>
        <w:rPr>
          <w:sz w:val="24"/>
        </w:rPr>
        <w:t>3. _____</w:t>
      </w:r>
      <w:r w:rsidR="0051715B">
        <w:rPr>
          <w:sz w:val="24"/>
        </w:rPr>
        <w:t xml:space="preserve">_______________________ : a </w:t>
      </w:r>
      <w:proofErr w:type="spellStart"/>
      <w:r w:rsidR="0051715B">
        <w:rPr>
          <w:sz w:val="24"/>
        </w:rPr>
        <w:t>spoon</w:t>
      </w:r>
      <w:proofErr w:type="spellEnd"/>
    </w:p>
    <w:p w14:paraId="6F716768" w14:textId="4D97CACD" w:rsidR="0051715B" w:rsidRDefault="0051715B" w:rsidP="0051715B">
      <w:pPr>
        <w:rPr>
          <w:sz w:val="24"/>
        </w:rPr>
      </w:pPr>
      <w:r>
        <w:rPr>
          <w:sz w:val="24"/>
        </w:rPr>
        <w:t>4. ____________________________ : a plate</w:t>
      </w:r>
    </w:p>
    <w:p w14:paraId="0DB4BA3E" w14:textId="5F2CC0EA" w:rsidR="007F4FAE" w:rsidRDefault="0051715B" w:rsidP="0051715B">
      <w:pPr>
        <w:rPr>
          <w:sz w:val="24"/>
        </w:rPr>
      </w:pPr>
      <w:r>
        <w:rPr>
          <w:sz w:val="24"/>
        </w:rPr>
        <w:t>5. ____________________________ : a glass</w:t>
      </w:r>
    </w:p>
    <w:p w14:paraId="05D6144C" w14:textId="77777777" w:rsidR="00897B4F" w:rsidRDefault="007F4FAE" w:rsidP="0051715B">
      <w:pPr>
        <w:rPr>
          <w:sz w:val="24"/>
        </w:rPr>
      </w:pPr>
      <w:r w:rsidRPr="00897B4F">
        <w:rPr>
          <w:b/>
          <w:i/>
          <w:sz w:val="24"/>
        </w:rPr>
        <w:t>Note de grammaire</w:t>
      </w:r>
      <w:r w:rsidR="00447AE2" w:rsidRPr="00897B4F">
        <w:rPr>
          <w:b/>
          <w:i/>
          <w:sz w:val="24"/>
        </w:rPr>
        <w:t> </w:t>
      </w:r>
      <w:r w:rsidR="00447AE2">
        <w:rPr>
          <w:sz w:val="24"/>
        </w:rPr>
        <w:t xml:space="preserve">: The </w:t>
      </w:r>
      <w:proofErr w:type="spellStart"/>
      <w:r w:rsidR="00447AE2">
        <w:rPr>
          <w:sz w:val="24"/>
        </w:rPr>
        <w:t>preposition</w:t>
      </w:r>
      <w:proofErr w:type="spellEnd"/>
      <w:r w:rsidR="00447AE2">
        <w:rPr>
          <w:sz w:val="24"/>
        </w:rPr>
        <w:t xml:space="preserve"> « à » </w:t>
      </w:r>
      <w:r w:rsidR="00897B4F">
        <w:rPr>
          <w:sz w:val="24"/>
        </w:rPr>
        <w:t xml:space="preserve">+ </w:t>
      </w:r>
      <w:proofErr w:type="spellStart"/>
      <w:r w:rsidR="00897B4F">
        <w:rPr>
          <w:sz w:val="24"/>
        </w:rPr>
        <w:t>another</w:t>
      </w:r>
      <w:proofErr w:type="spellEnd"/>
      <w:r w:rsidR="00897B4F">
        <w:rPr>
          <w:sz w:val="24"/>
        </w:rPr>
        <w:t xml:space="preserve"> </w:t>
      </w:r>
      <w:proofErr w:type="spellStart"/>
      <w:r w:rsidR="00897B4F">
        <w:rPr>
          <w:sz w:val="24"/>
        </w:rPr>
        <w:t>noun</w:t>
      </w:r>
      <w:proofErr w:type="spellEnd"/>
      <w:r w:rsidR="00897B4F">
        <w:rPr>
          <w:sz w:val="24"/>
        </w:rPr>
        <w:t xml:space="preserve"> </w:t>
      </w:r>
      <w:proofErr w:type="spellStart"/>
      <w:r w:rsidR="00447AE2">
        <w:rPr>
          <w:sz w:val="24"/>
        </w:rPr>
        <w:t>indicates</w:t>
      </w:r>
      <w:proofErr w:type="spellEnd"/>
      <w:r w:rsidR="00447AE2">
        <w:rPr>
          <w:sz w:val="24"/>
        </w:rPr>
        <w:t xml:space="preserve"> </w:t>
      </w:r>
      <w:proofErr w:type="spellStart"/>
      <w:r w:rsidR="00447AE2">
        <w:rPr>
          <w:sz w:val="24"/>
        </w:rPr>
        <w:t>what</w:t>
      </w:r>
      <w:proofErr w:type="spellEnd"/>
      <w:r w:rsidR="00447AE2">
        <w:rPr>
          <w:sz w:val="24"/>
        </w:rPr>
        <w:t xml:space="preserve"> the </w:t>
      </w:r>
      <w:proofErr w:type="spellStart"/>
      <w:r w:rsidR="00F11DFC">
        <w:rPr>
          <w:sz w:val="24"/>
        </w:rPr>
        <w:t>utensile</w:t>
      </w:r>
      <w:proofErr w:type="spellEnd"/>
      <w:r w:rsidR="00F11DFC">
        <w:rPr>
          <w:sz w:val="24"/>
        </w:rPr>
        <w:t xml:space="preserve"> or glass </w:t>
      </w:r>
      <w:proofErr w:type="spellStart"/>
      <w:r w:rsidR="00F11DFC">
        <w:rPr>
          <w:sz w:val="24"/>
        </w:rPr>
        <w:t>is</w:t>
      </w:r>
      <w:proofErr w:type="spellEnd"/>
      <w:r w:rsidR="00F11DFC">
        <w:rPr>
          <w:sz w:val="24"/>
        </w:rPr>
        <w:t xml:space="preserve"> </w:t>
      </w:r>
      <w:proofErr w:type="spellStart"/>
      <w:r w:rsidR="00F11DFC">
        <w:rPr>
          <w:sz w:val="24"/>
        </w:rPr>
        <w:t>used</w:t>
      </w:r>
      <w:proofErr w:type="spellEnd"/>
      <w:r w:rsidR="00F11DFC">
        <w:rPr>
          <w:sz w:val="24"/>
        </w:rPr>
        <w:t xml:space="preserve"> for. </w:t>
      </w:r>
    </w:p>
    <w:p w14:paraId="69599564" w14:textId="71EE6905" w:rsidR="007F4FAE" w:rsidRDefault="00F11DFC" w:rsidP="0051715B">
      <w:pPr>
        <w:rPr>
          <w:sz w:val="24"/>
        </w:rPr>
      </w:pPr>
      <w:proofErr w:type="spellStart"/>
      <w:r>
        <w:rPr>
          <w:sz w:val="24"/>
        </w:rPr>
        <w:t>Knowing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you</w:t>
      </w:r>
      <w:proofErr w:type="spellEnd"/>
      <w:r>
        <w:rPr>
          <w:sz w:val="24"/>
        </w:rPr>
        <w:t xml:space="preserve"> </w:t>
      </w:r>
      <w:proofErr w:type="spellStart"/>
      <w:r w:rsidR="009F50E3">
        <w:rPr>
          <w:sz w:val="24"/>
        </w:rPr>
        <w:t>give</w:t>
      </w:r>
      <w:proofErr w:type="spellEnd"/>
      <w:r w:rsidR="009F50E3">
        <w:rPr>
          <w:sz w:val="24"/>
        </w:rPr>
        <w:t xml:space="preserve"> the French </w:t>
      </w:r>
      <w:proofErr w:type="spellStart"/>
      <w:r w:rsidR="009F50E3">
        <w:rPr>
          <w:sz w:val="24"/>
        </w:rPr>
        <w:t>equivalent</w:t>
      </w:r>
      <w:proofErr w:type="spellEnd"/>
      <w:r w:rsidR="009F50E3">
        <w:rPr>
          <w:sz w:val="24"/>
        </w:rPr>
        <w:t xml:space="preserve"> of the </w:t>
      </w:r>
      <w:proofErr w:type="spellStart"/>
      <w:r w:rsidR="009F50E3">
        <w:rPr>
          <w:sz w:val="24"/>
        </w:rPr>
        <w:t>following</w:t>
      </w:r>
      <w:proofErr w:type="spellEnd"/>
      <w:r w:rsidR="00897B4F">
        <w:rPr>
          <w:sz w:val="24"/>
        </w:rPr>
        <w:t> ?</w:t>
      </w:r>
    </w:p>
    <w:p w14:paraId="07B88EFC" w14:textId="77777777" w:rsidR="009F50E3" w:rsidRDefault="009F50E3" w:rsidP="0051715B">
      <w:pPr>
        <w:rPr>
          <w:sz w:val="24"/>
        </w:rPr>
      </w:pPr>
    </w:p>
    <w:p w14:paraId="4E5208C0" w14:textId="48C82C0B" w:rsidR="009F50E3" w:rsidRPr="006F4D8A" w:rsidRDefault="009F50E3" w:rsidP="00897B4F">
      <w:pPr>
        <w:spacing w:line="360" w:lineRule="auto"/>
        <w:rPr>
          <w:sz w:val="24"/>
        </w:rPr>
      </w:pPr>
      <w:r>
        <w:rPr>
          <w:sz w:val="24"/>
        </w:rPr>
        <w:t xml:space="preserve">a. a </w:t>
      </w:r>
      <w:proofErr w:type="spellStart"/>
      <w:r>
        <w:rPr>
          <w:sz w:val="24"/>
        </w:rPr>
        <w:t>fish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fork</w:t>
      </w:r>
      <w:proofErr w:type="spellEnd"/>
      <w:r w:rsidR="00AA3FE7">
        <w:rPr>
          <w:sz w:val="24"/>
        </w:rPr>
        <w:t xml:space="preserve"> = __________________________________________</w:t>
      </w:r>
      <w:r w:rsidR="00D61784">
        <w:rPr>
          <w:sz w:val="24"/>
        </w:rPr>
        <w:t>_______</w:t>
      </w:r>
    </w:p>
    <w:p w14:paraId="5B329848" w14:textId="6A2FD9EC" w:rsidR="00AA3FE7" w:rsidRDefault="00AA3FE7" w:rsidP="00897B4F">
      <w:pPr>
        <w:spacing w:line="360" w:lineRule="auto"/>
        <w:rPr>
          <w:sz w:val="24"/>
        </w:rPr>
      </w:pPr>
      <w:r>
        <w:rPr>
          <w:sz w:val="24"/>
        </w:rPr>
        <w:t xml:space="preserve">b. a butter </w:t>
      </w:r>
      <w:proofErr w:type="spellStart"/>
      <w:r>
        <w:rPr>
          <w:sz w:val="24"/>
        </w:rPr>
        <w:t>knife</w:t>
      </w:r>
      <w:proofErr w:type="spellEnd"/>
      <w:r>
        <w:rPr>
          <w:sz w:val="24"/>
        </w:rPr>
        <w:t xml:space="preserve"> = __________________________________________</w:t>
      </w:r>
      <w:r w:rsidR="00D61784">
        <w:rPr>
          <w:sz w:val="24"/>
        </w:rPr>
        <w:t>____</w:t>
      </w:r>
    </w:p>
    <w:p w14:paraId="6FFC074C" w14:textId="2D9855CA" w:rsidR="00C431A6" w:rsidRDefault="00C431A6" w:rsidP="00897B4F">
      <w:pPr>
        <w:spacing w:line="360" w:lineRule="auto"/>
        <w:rPr>
          <w:sz w:val="24"/>
        </w:rPr>
      </w:pPr>
      <w:r>
        <w:rPr>
          <w:sz w:val="24"/>
        </w:rPr>
        <w:t xml:space="preserve">c. a white </w:t>
      </w:r>
      <w:proofErr w:type="spellStart"/>
      <w:r>
        <w:rPr>
          <w:sz w:val="24"/>
        </w:rPr>
        <w:t>wine</w:t>
      </w:r>
      <w:proofErr w:type="spellEnd"/>
      <w:r>
        <w:rPr>
          <w:sz w:val="24"/>
        </w:rPr>
        <w:t xml:space="preserve"> glass = __________________________________________</w:t>
      </w:r>
    </w:p>
    <w:p w14:paraId="5989F185" w14:textId="7A5FA7C0" w:rsidR="00C431A6" w:rsidRDefault="00C431A6" w:rsidP="00897B4F">
      <w:pPr>
        <w:spacing w:line="360" w:lineRule="auto"/>
        <w:rPr>
          <w:sz w:val="24"/>
        </w:rPr>
      </w:pPr>
      <w:r>
        <w:rPr>
          <w:sz w:val="24"/>
        </w:rPr>
        <w:t xml:space="preserve">d. </w:t>
      </w:r>
      <w:r w:rsidR="001F0AC7">
        <w:rPr>
          <w:sz w:val="24"/>
        </w:rPr>
        <w:t xml:space="preserve">a cake </w:t>
      </w:r>
      <w:proofErr w:type="spellStart"/>
      <w:r w:rsidR="001F0AC7">
        <w:rPr>
          <w:sz w:val="24"/>
        </w:rPr>
        <w:t>fork</w:t>
      </w:r>
      <w:proofErr w:type="spellEnd"/>
      <w:r w:rsidR="001F0AC7">
        <w:rPr>
          <w:sz w:val="24"/>
        </w:rPr>
        <w:t xml:space="preserve"> = ________________________________________________</w:t>
      </w:r>
      <w:bookmarkStart w:id="0" w:name="_GoBack"/>
      <w:bookmarkEnd w:id="0"/>
    </w:p>
    <w:p w14:paraId="47148C85" w14:textId="7EB112EC" w:rsidR="001F0AC7" w:rsidRDefault="001F0AC7" w:rsidP="00897B4F">
      <w:pPr>
        <w:spacing w:line="360" w:lineRule="auto"/>
        <w:rPr>
          <w:sz w:val="24"/>
        </w:rPr>
      </w:pPr>
      <w:r>
        <w:rPr>
          <w:sz w:val="24"/>
        </w:rPr>
        <w:t xml:space="preserve">e. a </w:t>
      </w:r>
      <w:proofErr w:type="spellStart"/>
      <w:r>
        <w:rPr>
          <w:sz w:val="24"/>
        </w:rPr>
        <w:t>soup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spoon</w:t>
      </w:r>
      <w:proofErr w:type="spellEnd"/>
      <w:r>
        <w:rPr>
          <w:sz w:val="24"/>
        </w:rPr>
        <w:t xml:space="preserve"> = ________________</w:t>
      </w:r>
      <w:r w:rsidR="00D61784">
        <w:rPr>
          <w:sz w:val="24"/>
        </w:rPr>
        <w:t>______________________________</w:t>
      </w:r>
    </w:p>
    <w:p w14:paraId="7B051A3B" w14:textId="71FDDADA" w:rsidR="001F0AC7" w:rsidRDefault="001F0AC7" w:rsidP="00897B4F">
      <w:pPr>
        <w:spacing w:line="360" w:lineRule="auto"/>
        <w:rPr>
          <w:sz w:val="24"/>
        </w:rPr>
      </w:pPr>
      <w:r>
        <w:rPr>
          <w:sz w:val="24"/>
        </w:rPr>
        <w:t xml:space="preserve">f. a cake </w:t>
      </w:r>
      <w:proofErr w:type="spellStart"/>
      <w:r>
        <w:rPr>
          <w:sz w:val="24"/>
        </w:rPr>
        <w:t>fork</w:t>
      </w:r>
      <w:proofErr w:type="spellEnd"/>
      <w:r>
        <w:rPr>
          <w:sz w:val="24"/>
        </w:rPr>
        <w:t xml:space="preserve"> = ________________________________________________</w:t>
      </w:r>
    </w:p>
    <w:p w14:paraId="60701A59" w14:textId="47AFA95D" w:rsidR="00D61784" w:rsidRPr="006F4D8A" w:rsidRDefault="00D61784" w:rsidP="00897B4F">
      <w:pPr>
        <w:spacing w:line="360" w:lineRule="auto"/>
        <w:rPr>
          <w:sz w:val="24"/>
        </w:rPr>
      </w:pPr>
      <w:r>
        <w:rPr>
          <w:sz w:val="24"/>
        </w:rPr>
        <w:t xml:space="preserve">g. a </w:t>
      </w:r>
      <w:proofErr w:type="spellStart"/>
      <w:r>
        <w:rPr>
          <w:sz w:val="24"/>
        </w:rPr>
        <w:t>bread</w:t>
      </w:r>
      <w:proofErr w:type="spellEnd"/>
      <w:r>
        <w:rPr>
          <w:sz w:val="24"/>
        </w:rPr>
        <w:t xml:space="preserve"> plate = _____________________________________________</w:t>
      </w:r>
    </w:p>
    <w:p w14:paraId="396F39B1" w14:textId="77777777" w:rsidR="001F0AC7" w:rsidRPr="006F4D8A" w:rsidRDefault="001F0AC7" w:rsidP="001F0AC7">
      <w:pPr>
        <w:rPr>
          <w:sz w:val="24"/>
        </w:rPr>
      </w:pPr>
    </w:p>
    <w:p w14:paraId="2B268FF2" w14:textId="0143E05C" w:rsidR="009830CE" w:rsidRDefault="009830CE">
      <w:pPr>
        <w:rPr>
          <w:b/>
          <w:sz w:val="24"/>
        </w:rPr>
      </w:pPr>
    </w:p>
    <w:sectPr w:rsidR="009830CE" w:rsidSect="0078324F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897B4F" w:rsidRDefault="00897B4F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897B4F" w:rsidRDefault="00897B4F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897B4F" w:rsidRDefault="00897B4F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897B4F" w:rsidRDefault="00897B4F" w:rsidP="003B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73140"/>
    <w:rsid w:val="00073CE1"/>
    <w:rsid w:val="00092FAA"/>
    <w:rsid w:val="000C1A43"/>
    <w:rsid w:val="000C5374"/>
    <w:rsid w:val="000D341A"/>
    <w:rsid w:val="001145BD"/>
    <w:rsid w:val="001356E5"/>
    <w:rsid w:val="00157057"/>
    <w:rsid w:val="00182381"/>
    <w:rsid w:val="00193E02"/>
    <w:rsid w:val="001D79BD"/>
    <w:rsid w:val="001F0AC7"/>
    <w:rsid w:val="00243689"/>
    <w:rsid w:val="00277601"/>
    <w:rsid w:val="00302F87"/>
    <w:rsid w:val="003132B7"/>
    <w:rsid w:val="003179D6"/>
    <w:rsid w:val="00334600"/>
    <w:rsid w:val="0039432D"/>
    <w:rsid w:val="003A4748"/>
    <w:rsid w:val="003B65B5"/>
    <w:rsid w:val="003C2D95"/>
    <w:rsid w:val="003C6A13"/>
    <w:rsid w:val="003F47AB"/>
    <w:rsid w:val="00400750"/>
    <w:rsid w:val="00440C76"/>
    <w:rsid w:val="00447AE2"/>
    <w:rsid w:val="004F60E7"/>
    <w:rsid w:val="0051715B"/>
    <w:rsid w:val="0053500A"/>
    <w:rsid w:val="005477FE"/>
    <w:rsid w:val="00552BFF"/>
    <w:rsid w:val="005856C2"/>
    <w:rsid w:val="005E5805"/>
    <w:rsid w:val="005F01A7"/>
    <w:rsid w:val="005F2BD9"/>
    <w:rsid w:val="00604D96"/>
    <w:rsid w:val="0068787C"/>
    <w:rsid w:val="006A5F50"/>
    <w:rsid w:val="006B5CC3"/>
    <w:rsid w:val="006F4D8A"/>
    <w:rsid w:val="00714004"/>
    <w:rsid w:val="00732F69"/>
    <w:rsid w:val="00745BEA"/>
    <w:rsid w:val="00751003"/>
    <w:rsid w:val="0078288E"/>
    <w:rsid w:val="0078324F"/>
    <w:rsid w:val="007D686D"/>
    <w:rsid w:val="007E7A74"/>
    <w:rsid w:val="007F4FAE"/>
    <w:rsid w:val="00826D64"/>
    <w:rsid w:val="00861740"/>
    <w:rsid w:val="00885619"/>
    <w:rsid w:val="00897B4F"/>
    <w:rsid w:val="008F3884"/>
    <w:rsid w:val="00910BA9"/>
    <w:rsid w:val="0092603C"/>
    <w:rsid w:val="009830CE"/>
    <w:rsid w:val="009B1715"/>
    <w:rsid w:val="009B1E61"/>
    <w:rsid w:val="009C1817"/>
    <w:rsid w:val="009F50E3"/>
    <w:rsid w:val="00A119AA"/>
    <w:rsid w:val="00AA0985"/>
    <w:rsid w:val="00AA3FE7"/>
    <w:rsid w:val="00AC30ED"/>
    <w:rsid w:val="00AD4E8C"/>
    <w:rsid w:val="00B1344D"/>
    <w:rsid w:val="00B20768"/>
    <w:rsid w:val="00B3781F"/>
    <w:rsid w:val="00B526C0"/>
    <w:rsid w:val="00B915F5"/>
    <w:rsid w:val="00BD179D"/>
    <w:rsid w:val="00BF040E"/>
    <w:rsid w:val="00C150C1"/>
    <w:rsid w:val="00C25072"/>
    <w:rsid w:val="00C431A6"/>
    <w:rsid w:val="00C9662C"/>
    <w:rsid w:val="00CA3B8A"/>
    <w:rsid w:val="00CA48EB"/>
    <w:rsid w:val="00CC3328"/>
    <w:rsid w:val="00CE089E"/>
    <w:rsid w:val="00D029AC"/>
    <w:rsid w:val="00D61784"/>
    <w:rsid w:val="00D64045"/>
    <w:rsid w:val="00D87B2C"/>
    <w:rsid w:val="00D93CF3"/>
    <w:rsid w:val="00D95351"/>
    <w:rsid w:val="00DE44A5"/>
    <w:rsid w:val="00E2383F"/>
    <w:rsid w:val="00E31633"/>
    <w:rsid w:val="00E63AE5"/>
    <w:rsid w:val="00E66DB8"/>
    <w:rsid w:val="00E7454D"/>
    <w:rsid w:val="00E9206A"/>
    <w:rsid w:val="00EB2EF5"/>
    <w:rsid w:val="00EE1B2B"/>
    <w:rsid w:val="00F044B6"/>
    <w:rsid w:val="00F071FF"/>
    <w:rsid w:val="00F11DFC"/>
    <w:rsid w:val="00F24E8D"/>
    <w:rsid w:val="00F258D6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6878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87C"/>
  </w:style>
  <w:style w:type="character" w:styleId="PageNumber">
    <w:name w:val="page number"/>
    <w:basedOn w:val="DefaultParagraphFont"/>
    <w:uiPriority w:val="99"/>
    <w:semiHidden/>
    <w:unhideWhenUsed/>
    <w:rsid w:val="006878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6878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87C"/>
  </w:style>
  <w:style w:type="character" w:styleId="PageNumber">
    <w:name w:val="page number"/>
    <w:basedOn w:val="DefaultParagraphFont"/>
    <w:uiPriority w:val="99"/>
    <w:semiHidden/>
    <w:unhideWhenUsed/>
    <w:rsid w:val="0068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97438-EF9E-F340-8013-61B4517E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66</TotalTime>
  <Pages>2</Pages>
  <Words>195</Words>
  <Characters>1116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12</cp:revision>
  <cp:lastPrinted>2011-11-09T14:52:00Z</cp:lastPrinted>
  <dcterms:created xsi:type="dcterms:W3CDTF">2013-12-29T16:16:00Z</dcterms:created>
  <dcterms:modified xsi:type="dcterms:W3CDTF">2015-02-26T11:27:00Z</dcterms:modified>
</cp:coreProperties>
</file>